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ED1" w:rsidRDefault="006B5ED1" w:rsidP="006B5ED1">
      <w:pPr>
        <w:spacing w:line="560" w:lineRule="exact"/>
        <w:ind w:firstLineChars="150" w:firstLine="31680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年</w:t>
      </w:r>
      <w:r w:rsidRPr="00F55393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基本药物制度补助资金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绩效评价报告</w:t>
      </w:r>
    </w:p>
    <w:p w:rsidR="006B5ED1" w:rsidRDefault="006B5ED1">
      <w:pPr>
        <w:pStyle w:val="TOAHeading"/>
        <w:spacing w:line="560" w:lineRule="exact"/>
      </w:pPr>
    </w:p>
    <w:p w:rsidR="006B5ED1" w:rsidRDefault="006B5ED1" w:rsidP="00236FC9">
      <w:p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一、项目概况</w:t>
      </w:r>
    </w:p>
    <w:p w:rsidR="006B5ED1" w:rsidRDefault="006B5ED1">
      <w:p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（一）项目单位基本情况</w:t>
      </w:r>
    </w:p>
    <w:p w:rsidR="006B5ED1" w:rsidRDefault="006B5ED1" w:rsidP="00236FC9">
      <w:pPr>
        <w:spacing w:line="60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保亭黎族苗族自治县响水镇卫生院（以下简称保亭县响水镇卫生院）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位于海南省南部内陆五指山南麓保亭县，</w:t>
      </w:r>
      <w:r>
        <w:rPr>
          <w:rFonts w:ascii="仿宋_GB2312" w:eastAsia="仿宋_GB2312" w:hAnsi="仿宋_GB2312" w:cs="仿宋_GB2312" w:hint="eastAsia"/>
          <w:sz w:val="32"/>
          <w:szCs w:val="32"/>
        </w:rPr>
        <w:t>坐落于保亭县响水镇金江居（海榆中线</w:t>
      </w:r>
      <w:r>
        <w:rPr>
          <w:rFonts w:ascii="仿宋_GB2312" w:eastAsia="仿宋_GB2312" w:hAnsi="仿宋_GB2312" w:cs="仿宋_GB2312"/>
          <w:sz w:val="32"/>
          <w:szCs w:val="32"/>
        </w:rPr>
        <w:t>244</w:t>
      </w:r>
      <w:r>
        <w:rPr>
          <w:rFonts w:ascii="仿宋_GB2312" w:eastAsia="仿宋_GB2312" w:hAnsi="仿宋_GB2312" w:cs="仿宋_GB2312" w:hint="eastAsia"/>
          <w:sz w:val="32"/>
          <w:szCs w:val="32"/>
        </w:rPr>
        <w:t>公里东侧</w:t>
      </w:r>
      <w:r>
        <w:rPr>
          <w:rFonts w:ascii="仿宋_GB2312" w:eastAsia="仿宋_GB2312" w:hAnsi="仿宋_GB2312" w:cs="仿宋_GB2312"/>
          <w:sz w:val="32"/>
          <w:szCs w:val="32"/>
        </w:rPr>
        <w:t>300</w:t>
      </w:r>
      <w:r>
        <w:rPr>
          <w:rFonts w:ascii="仿宋_GB2312" w:eastAsia="仿宋_GB2312" w:hAnsi="仿宋_GB2312" w:cs="仿宋_GB2312" w:hint="eastAsia"/>
          <w:sz w:val="32"/>
          <w:szCs w:val="32"/>
        </w:rPr>
        <w:t>米处），</w:t>
      </w:r>
      <w:r>
        <w:rPr>
          <w:rFonts w:ascii="仿宋_GB2312" w:eastAsia="仿宋_GB2312" w:hAnsi="仿宋_GB2312" w:cs="仿宋_GB2312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sz w:val="32"/>
          <w:szCs w:val="32"/>
        </w:rPr>
        <w:t>经营范围包括开展预防保健、全科医疗、内科、外科、妇产科、儿科、口腔科、精神科、医学检验、医学影像等。</w:t>
      </w:r>
    </w:p>
    <w:p w:rsidR="006B5ED1" w:rsidRDefault="006B5ED1">
      <w:pPr>
        <w:numPr>
          <w:ilvl w:val="0"/>
          <w:numId w:val="1"/>
        </w:numPr>
        <w:spacing w:line="560" w:lineRule="exact"/>
        <w:ind w:firstLine="645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项目基本性质，用途和主要内容、涉及范围</w:t>
      </w:r>
    </w:p>
    <w:p w:rsidR="006B5ED1" w:rsidRDefault="006B5ED1" w:rsidP="00236FC9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 w:rsidRPr="00A41AA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补助</w:t>
      </w:r>
      <w:r>
        <w:rPr>
          <w:rFonts w:ascii="黑体" w:eastAsia="黑体" w:hAnsi="黑体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，为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年预算经费，为</w:t>
      </w:r>
      <w:r w:rsidRPr="00173A4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县（区）级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财政资金。该专项经费主要用于：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6B5ED1" w:rsidRDefault="006B5ED1" w:rsidP="00236FC9">
      <w:pPr>
        <w:spacing w:line="560" w:lineRule="exact"/>
        <w:ind w:left="645" w:firstLineChars="1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二、项目资金使用及管理情况</w:t>
      </w:r>
    </w:p>
    <w:p w:rsidR="006B5ED1" w:rsidRDefault="006B5ED1" w:rsidP="00236FC9">
      <w:pPr>
        <w:spacing w:line="560" w:lineRule="exact"/>
        <w:ind w:firstLineChars="2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（一）项目资金到位情况分析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A41AA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补助</w:t>
      </w:r>
      <w:r>
        <w:rPr>
          <w:rFonts w:ascii="黑体" w:eastAsia="黑体" w:hAnsi="黑体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全年预算数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78.77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其中：中央级资金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40.72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万元，</w:t>
      </w:r>
      <w:r w:rsidRPr="00173A43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县（区）级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资金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38.05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万元。</w:t>
      </w:r>
    </w:p>
    <w:p w:rsidR="006B5ED1" w:rsidRDefault="006B5ED1" w:rsidP="00236FC9">
      <w:pPr>
        <w:spacing w:line="560" w:lineRule="exact"/>
        <w:ind w:firstLineChars="300" w:firstLine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（二）项目资金使用情况分析</w:t>
      </w:r>
    </w:p>
    <w:p w:rsidR="006B5ED1" w:rsidRPr="00D07187" w:rsidRDefault="006B5ED1" w:rsidP="00236FC9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截止到</w:t>
      </w: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31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</w:t>
      </w:r>
      <w:r w:rsidRPr="00A41AA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补助</w:t>
      </w:r>
      <w:r>
        <w:rPr>
          <w:rFonts w:ascii="黑体" w:eastAsia="黑体" w:hAnsi="黑体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预算数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78.77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，已开支</w:t>
      </w:r>
      <w:r>
        <w:rPr>
          <w:rFonts w:ascii="仿宋_GB2312" w:eastAsia="仿宋_GB2312" w:hAnsi="仿宋_GB2312" w:cs="仿宋_GB2312"/>
          <w:sz w:val="32"/>
          <w:szCs w:val="32"/>
        </w:rPr>
        <w:t>78.24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万元，主要用于：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6B5ED1" w:rsidRDefault="006B5ED1" w:rsidP="00236FC9">
      <w:pPr>
        <w:spacing w:line="560" w:lineRule="exact"/>
        <w:ind w:firstLineChars="200" w:firstLine="31680"/>
        <w:outlineLvl w:val="0"/>
        <w:rPr>
          <w:rFonts w:ascii="楷体_GB2312" w:eastAsia="楷体_GB2312" w:hAnsi="楷体_GB2312" w:cs="楷体_GB2312"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（三）项目资金管理情况</w:t>
      </w:r>
      <w:r>
        <w:rPr>
          <w:rFonts w:ascii="楷体_GB2312" w:eastAsia="楷体_GB2312" w:hAnsi="楷体_GB2312" w:cs="楷体_GB2312" w:hint="eastAsia"/>
          <w:bCs/>
          <w:sz w:val="32"/>
          <w:szCs w:val="32"/>
        </w:rPr>
        <w:t>分析</w:t>
      </w:r>
    </w:p>
    <w:p w:rsidR="006B5ED1" w:rsidRDefault="006B5ED1" w:rsidP="00236FC9">
      <w:pPr>
        <w:widowControl/>
        <w:tabs>
          <w:tab w:val="left" w:pos="5293"/>
          <w:tab w:val="left" w:pos="6373"/>
          <w:tab w:val="left" w:pos="7453"/>
          <w:tab w:val="left" w:pos="8533"/>
          <w:tab w:val="left" w:pos="9613"/>
          <w:tab w:val="left" w:pos="10693"/>
          <w:tab w:val="left" w:pos="11773"/>
          <w:tab w:val="left" w:pos="12853"/>
          <w:tab w:val="left" w:pos="13933"/>
          <w:tab w:val="left" w:pos="15013"/>
          <w:tab w:val="left" w:pos="16093"/>
          <w:tab w:val="left" w:pos="17173"/>
          <w:tab w:val="left" w:pos="18253"/>
          <w:tab w:val="left" w:pos="19333"/>
          <w:tab w:val="left" w:pos="20413"/>
          <w:tab w:val="left" w:pos="21493"/>
          <w:tab w:val="left" w:pos="22573"/>
        </w:tabs>
        <w:spacing w:line="560" w:lineRule="exact"/>
        <w:ind w:firstLineChars="200" w:firstLine="3168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A41AA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补助</w:t>
      </w:r>
      <w:r>
        <w:rPr>
          <w:rFonts w:ascii="黑体" w:eastAsia="黑体" w:hAnsi="黑体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实行专款专用，经费严格按预算开支、按财务制度办理，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资金使用合法合规，账务处理规范，凭证齐全。</w:t>
      </w:r>
      <w:r>
        <w:rPr>
          <w:rFonts w:ascii="仿宋_GB2312" w:eastAsia="仿宋_GB2312" w:hAnsi="仿宋_GB2312" w:cs="仿宋_GB2312" w:hint="eastAsia"/>
          <w:sz w:val="32"/>
          <w:szCs w:val="32"/>
        </w:rPr>
        <w:t>此次绩效评价未发现有挤占或挪用项目资金的情况。</w:t>
      </w:r>
    </w:p>
    <w:p w:rsidR="006B5ED1" w:rsidRDefault="006B5ED1" w:rsidP="00236FC9">
      <w:pPr>
        <w:numPr>
          <w:ilvl w:val="0"/>
          <w:numId w:val="2"/>
        </w:numPr>
        <w:spacing w:line="560" w:lineRule="exact"/>
        <w:ind w:firstLineChars="249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项目组织实施情况</w:t>
      </w:r>
    </w:p>
    <w:p w:rsidR="006B5ED1" w:rsidRDefault="006B5ED1" w:rsidP="00236FC9">
      <w:pPr>
        <w:spacing w:line="560" w:lineRule="exact"/>
        <w:ind w:leftChars="249" w:left="3168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（一）项目组织情况分析</w:t>
      </w:r>
    </w:p>
    <w:p w:rsidR="006B5ED1" w:rsidRDefault="006B5ED1" w:rsidP="00236FC9">
      <w:pPr>
        <w:spacing w:line="560" w:lineRule="exact"/>
        <w:ind w:firstLineChars="200" w:firstLine="31680"/>
        <w:outlineLvl w:val="0"/>
        <w:rPr>
          <w:rFonts w:ascii="仿宋_GB2312" w:eastAsia="仿宋_GB2312" w:hAnsi="仿宋_GB2312" w:cs="仿宋_GB2312"/>
          <w:sz w:val="32"/>
          <w:szCs w:val="32"/>
        </w:rPr>
      </w:pPr>
      <w:r w:rsidRPr="00A41AA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补助</w:t>
      </w:r>
      <w:r>
        <w:rPr>
          <w:rFonts w:ascii="黑体" w:eastAsia="黑体" w:hAnsi="黑体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属于卫生院经常性项目，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严格按照本单位制定的管理制度以及财务制度来执行和落实。</w:t>
      </w:r>
      <w:r>
        <w:rPr>
          <w:rFonts w:ascii="仿宋_GB2312" w:eastAsia="仿宋_GB2312" w:hAnsi="仿宋_GB2312" w:cs="仿宋_GB2312"/>
          <w:bCs/>
          <w:sz w:val="32"/>
          <w:szCs w:val="32"/>
        </w:rPr>
        <w:t xml:space="preserve"> </w:t>
      </w:r>
    </w:p>
    <w:p w:rsidR="006B5ED1" w:rsidRDefault="006B5ED1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 xml:space="preserve">   </w:t>
      </w:r>
      <w:r>
        <w:rPr>
          <w:rFonts w:ascii="楷体_GB2312" w:eastAsia="楷体_GB2312" w:hAnsi="楷体_GB2312" w:cs="楷体_GB2312" w:hint="eastAsia"/>
          <w:sz w:val="32"/>
          <w:szCs w:val="32"/>
        </w:rPr>
        <w:t>（二）项目管理情况分析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专项经费从项目绩效申报、预算、审批到下拨使用，再到最后的自评等程序都严格的按照了相关规定执行，我院指定专人负责该项目的组织实施情况，不断加强自我内部监督，提高项目资金的使用效率，保障项目顺利开展实施。</w:t>
      </w:r>
    </w:p>
    <w:p w:rsidR="006B5ED1" w:rsidRDefault="006B5ED1" w:rsidP="00236FC9">
      <w:pPr>
        <w:spacing w:line="560" w:lineRule="exact"/>
        <w:ind w:firstLineChars="200" w:firstLine="31680"/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四、项目绩效情况</w:t>
      </w:r>
    </w:p>
    <w:p w:rsidR="006B5ED1" w:rsidRDefault="006B5ED1" w:rsidP="00236FC9">
      <w:pPr>
        <w:spacing w:line="560" w:lineRule="exact"/>
        <w:ind w:firstLineChars="200" w:firstLine="31680"/>
        <w:rPr>
          <w:rFonts w:ascii="楷体_GB2312" w:eastAsia="楷体_GB2312" w:hAnsi="楷体_GB2312" w:cs="楷体_GB2312"/>
          <w:b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sz w:val="32"/>
          <w:szCs w:val="32"/>
        </w:rPr>
        <w:t>（一）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项目绩效目标完成情况分析</w:t>
      </w:r>
    </w:p>
    <w:p w:rsidR="006B5ED1" w:rsidRDefault="006B5ED1" w:rsidP="00236FC9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项目的经济性分析。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）项目成本（预算）控制情况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78.77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78.24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万元，支出过程中严格控制成本，无超支现象发生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。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）项目成本（预算）节约情况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项目经费根据项目内容确定，严格项目开支管理，严格控制经费使用，无重复开支和乱开支现象，项目开支</w:t>
      </w:r>
      <w:r>
        <w:rPr>
          <w:rFonts w:ascii="仿宋_GB2312" w:eastAsia="仿宋_GB2312" w:hAnsi="仿宋_GB2312" w:cs="仿宋_GB2312"/>
          <w:sz w:val="32"/>
          <w:szCs w:val="32"/>
        </w:rPr>
        <w:t>78.24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万元，符合项目预算规定，没有超支与挪用现象。</w:t>
      </w:r>
    </w:p>
    <w:p w:rsidR="006B5ED1" w:rsidRDefault="006B5ED1" w:rsidP="00236FC9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项目的效率性分析。</w:t>
      </w:r>
      <w:r>
        <w:rPr>
          <w:rFonts w:ascii="仿宋_GB2312" w:eastAsia="仿宋_GB2312" w:cs="宋体"/>
          <w:b/>
          <w:kern w:val="0"/>
          <w:sz w:val="32"/>
          <w:szCs w:val="32"/>
        </w:rPr>
        <w:tab/>
      </w:r>
    </w:p>
    <w:p w:rsidR="006B5ED1" w:rsidRDefault="006B5ED1" w:rsidP="00236FC9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）项目的实施进度</w:t>
      </w:r>
    </w:p>
    <w:p w:rsidR="006B5ED1" w:rsidRDefault="006B5ED1" w:rsidP="00236FC9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本项目预算投资</w:t>
      </w:r>
      <w:r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  <w:t>78.77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已开支</w:t>
      </w:r>
      <w:r>
        <w:rPr>
          <w:rFonts w:ascii="仿宋_GB2312" w:eastAsia="仿宋_GB2312" w:hAnsi="仿宋_GB2312" w:cs="仿宋_GB2312"/>
          <w:sz w:val="32"/>
          <w:szCs w:val="32"/>
        </w:rPr>
        <w:t>78.24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万元，完成占比</w:t>
      </w:r>
      <w:r>
        <w:rPr>
          <w:rFonts w:ascii="仿宋_GB2312" w:eastAsia="仿宋_GB2312" w:hAnsi="仿宋_GB2312" w:cs="仿宋_GB2312"/>
          <w:sz w:val="32"/>
          <w:szCs w:val="32"/>
        </w:rPr>
        <w:t>99.32%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6B5ED1" w:rsidRDefault="006B5ED1" w:rsidP="00236FC9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）项目完成质量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宋体"/>
          <w:kern w:val="0"/>
          <w:sz w:val="32"/>
          <w:szCs w:val="32"/>
        </w:rPr>
        <w:t>2023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年，我院顺利完成了</w:t>
      </w:r>
      <w:r>
        <w:rPr>
          <w:rFonts w:ascii="仿宋_GB2312" w:eastAsia="仿宋_GB2312" w:hAnsi="仿宋_GB2312" w:cs="仿宋_GB2312" w:hint="eastAsia"/>
          <w:sz w:val="32"/>
          <w:szCs w:val="32"/>
        </w:rPr>
        <w:t>经费支出，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在投入，产出和效益等方面均较好的完成了既定的绩效目标。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项目的效益性分析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）项目预期目标完成程度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该项目按照绩效目标有计划、有步骤稳妥实施，各方面均取得一定成效。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）项目实施对经济和社会的影响</w:t>
      </w:r>
    </w:p>
    <w:p w:rsidR="006B5ED1" w:rsidRDefault="006B5ED1" w:rsidP="00236FC9">
      <w:pPr>
        <w:tabs>
          <w:tab w:val="left" w:pos="690"/>
        </w:tabs>
        <w:spacing w:line="560" w:lineRule="exact"/>
        <w:ind w:firstLineChars="200" w:firstLine="31680"/>
        <w:rPr>
          <w:rFonts w:ascii="仿宋_GB2312" w:eastAsia="仿宋_GB2312" w:hAnsi="仿宋_GB2312" w:cs="仿宋_GB2312"/>
          <w:sz w:val="32"/>
          <w:szCs w:val="32"/>
        </w:rPr>
      </w:pPr>
      <w:r w:rsidRPr="00A41AA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国家基本药物制度</w:t>
      </w:r>
      <w:r>
        <w:rPr>
          <w:rFonts w:ascii="黑体" w:eastAsia="黑体" w:hAnsi="黑体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的实施，落实了</w:t>
      </w:r>
      <w:r w:rsidRPr="00DB014B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基本药物制度补助资金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的使用，产生了一定的经济、社会影响效益。</w:t>
      </w:r>
    </w:p>
    <w:p w:rsidR="006B5ED1" w:rsidRDefault="006B5ED1" w:rsidP="00236FC9">
      <w:pPr>
        <w:spacing w:line="560" w:lineRule="exact"/>
        <w:ind w:firstLineChars="249" w:firstLine="316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项目的可持续性分析。</w:t>
      </w:r>
    </w:p>
    <w:p w:rsidR="006B5ED1" w:rsidRDefault="006B5ED1" w:rsidP="00236FC9">
      <w:pPr>
        <w:tabs>
          <w:tab w:val="left" w:pos="720"/>
        </w:tabs>
        <w:spacing w:line="560" w:lineRule="exact"/>
        <w:ind w:firstLineChars="196" w:firstLine="31680"/>
        <w:outlineLvl w:val="0"/>
        <w:rPr>
          <w:rFonts w:ascii="仿宋_GB2312" w:eastAsia="仿宋_GB2312" w:hAnsi="仿宋_GB2312" w:cs="仿宋_GB2312"/>
          <w:b/>
          <w:bCs/>
          <w:sz w:val="32"/>
          <w:szCs w:val="32"/>
        </w:rPr>
      </w:pPr>
      <w:r w:rsidRPr="00A41AA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国家基本药物制度</w:t>
      </w:r>
      <w:r>
        <w:rPr>
          <w:rFonts w:ascii="黑体" w:eastAsia="黑体" w:hAnsi="黑体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是我院正常开展工作的基础，具有可持续性。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5.</w:t>
      </w:r>
      <w:r>
        <w:rPr>
          <w:rFonts w:ascii="仿宋_GB2312" w:eastAsia="仿宋_GB2312" w:hAnsi="宋体" w:hint="eastAsia"/>
          <w:kern w:val="0"/>
          <w:sz w:val="32"/>
          <w:szCs w:val="32"/>
        </w:rPr>
        <w:t>项目预算批复的绩效指标完成情况分析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宋体" w:hint="eastAsia"/>
          <w:kern w:val="0"/>
          <w:sz w:val="32"/>
          <w:szCs w:val="32"/>
        </w:rPr>
        <w:t>产出指标：在规定的时间高质量完成经费的使用，绩效标准达到“优”。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成效指标：</w:t>
      </w:r>
    </w:p>
    <w:p w:rsidR="006B5ED1" w:rsidRDefault="006B5ED1" w:rsidP="00236FC9">
      <w:pPr>
        <w:spacing w:line="560" w:lineRule="exact"/>
        <w:ind w:firstLineChars="200" w:firstLine="31680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仿宋_GB2312" w:hint="eastAsia"/>
          <w:bCs/>
          <w:sz w:val="32"/>
          <w:szCs w:val="32"/>
        </w:rPr>
        <w:t>社会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效益指标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：有效开展</w:t>
      </w:r>
      <w:r>
        <w:rPr>
          <w:rFonts w:ascii="仿宋_GB2312" w:eastAsia="仿宋_GB2312" w:hAnsi="宋体" w:hint="eastAsia"/>
          <w:kern w:val="0"/>
          <w:sz w:val="32"/>
          <w:szCs w:val="32"/>
        </w:rPr>
        <w:t>卫生健康工作，为我县卫生健康发展事业保驾护航。</w:t>
      </w:r>
    </w:p>
    <w:p w:rsidR="006B5ED1" w:rsidRDefault="006B5ED1" w:rsidP="00236FC9">
      <w:pPr>
        <w:spacing w:line="560" w:lineRule="exact"/>
        <w:ind w:firstLineChars="200" w:firstLine="31680"/>
      </w:pP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（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）服务对象满意度指标</w:t>
      </w:r>
      <w:r>
        <w:rPr>
          <w:rFonts w:ascii="仿宋_GB2312" w:eastAsia="仿宋_GB2312" w:hAnsi="仿宋_GB2312" w:hint="eastAsia"/>
          <w:bCs/>
          <w:sz w:val="32"/>
          <w:szCs w:val="32"/>
        </w:rPr>
        <w:t>：优。</w:t>
      </w:r>
    </w:p>
    <w:p w:rsidR="006B5ED1" w:rsidRDefault="006B5ED1" w:rsidP="00236FC9">
      <w:pPr>
        <w:tabs>
          <w:tab w:val="left" w:pos="900"/>
          <w:tab w:val="left" w:pos="1080"/>
        </w:tabs>
        <w:spacing w:line="560" w:lineRule="exact"/>
        <w:ind w:firstLineChars="200" w:firstLine="31680"/>
        <w:outlineLvl w:val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五、综合评价情况及评价结论</w:t>
      </w:r>
    </w:p>
    <w:p w:rsidR="006B5ED1" w:rsidRDefault="006B5ED1">
      <w:pPr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b/>
          <w:bCs/>
        </w:rPr>
        <w:t xml:space="preserve">     </w:t>
      </w:r>
      <w:r>
        <w:rPr>
          <w:rFonts w:ascii="仿宋_GB2312" w:eastAsia="仿宋_GB2312" w:hAnsi="仿宋_GB2312"/>
          <w:bCs/>
          <w:color w:val="000000"/>
          <w:sz w:val="32"/>
          <w:szCs w:val="32"/>
        </w:rPr>
        <w:t>2023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年度</w:t>
      </w:r>
      <w:r w:rsidRPr="00A41AAE"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国家基本药物制度</w:t>
      </w:r>
      <w:r>
        <w:rPr>
          <w:rFonts w:ascii="黑体" w:eastAsia="黑体" w:hAnsi="黑体" w:hint="eastAsia"/>
          <w:bCs/>
          <w:sz w:val="32"/>
          <w:szCs w:val="32"/>
        </w:rPr>
        <w:t>资金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项目</w:t>
      </w:r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综合评价为“优”，该项目决策科学，依据</w:t>
      </w:r>
      <w:bookmarkStart w:id="0" w:name="_GoBack"/>
      <w:bookmarkEnd w:id="0"/>
      <w:r>
        <w:rPr>
          <w:rFonts w:ascii="仿宋_GB2312" w:eastAsia="仿宋_GB2312" w:hAnsi="仿宋_GB2312" w:hint="eastAsia"/>
          <w:bCs/>
          <w:color w:val="000000"/>
          <w:sz w:val="32"/>
          <w:szCs w:val="32"/>
        </w:rPr>
        <w:t>充分，管理较为规范，项目完成效果在预期范围内，项目在实施过程中对我县社会经济有积极的促进作用。</w:t>
      </w:r>
    </w:p>
    <w:p w:rsidR="006B5ED1" w:rsidRDefault="006B5ED1">
      <w:pPr>
        <w:spacing w:line="560" w:lineRule="exact"/>
        <w:rPr>
          <w:b/>
          <w:bCs/>
        </w:rPr>
      </w:pPr>
      <w:r>
        <w:rPr>
          <w:b/>
          <w:bCs/>
        </w:rPr>
        <w:t xml:space="preserve">    </w:t>
      </w:r>
    </w:p>
    <w:p w:rsidR="006B5ED1" w:rsidRDefault="006B5ED1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  <w:r>
        <w:rPr>
          <w:rFonts w:ascii="仿宋_GB2312" w:eastAsia="仿宋_GB2312" w:hAnsi="仿宋_GB2312"/>
          <w:bCs/>
          <w:color w:val="000000"/>
          <w:sz w:val="32"/>
          <w:szCs w:val="32"/>
        </w:rPr>
        <w:t xml:space="preserve"> </w:t>
      </w:r>
    </w:p>
    <w:p w:rsidR="006B5ED1" w:rsidRDefault="006B5ED1">
      <w:pPr>
        <w:pStyle w:val="TOAHeading"/>
        <w:spacing w:line="560" w:lineRule="exact"/>
        <w:rPr>
          <w:rFonts w:ascii="仿宋_GB2312" w:eastAsia="仿宋_GB2312" w:hAnsi="仿宋_GB2312"/>
          <w:bCs/>
          <w:color w:val="000000"/>
          <w:sz w:val="32"/>
          <w:szCs w:val="32"/>
        </w:rPr>
      </w:pPr>
    </w:p>
    <w:p w:rsidR="006B5ED1" w:rsidRDefault="006B5ED1" w:rsidP="00BF219F"/>
    <w:p w:rsidR="006B5ED1" w:rsidRDefault="006B5ED1" w:rsidP="00BF219F"/>
    <w:p w:rsidR="006B5ED1" w:rsidRDefault="006B5ED1" w:rsidP="00BF219F"/>
    <w:p w:rsidR="006B5ED1" w:rsidRDefault="006B5ED1" w:rsidP="00BF219F"/>
    <w:p w:rsidR="006B5ED1" w:rsidRDefault="006B5ED1" w:rsidP="00BF219F"/>
    <w:p w:rsidR="006B5ED1" w:rsidRDefault="006B5ED1" w:rsidP="00BF219F"/>
    <w:p w:rsidR="006B5ED1" w:rsidRDefault="006B5ED1" w:rsidP="00BF219F"/>
    <w:p w:rsidR="006B5ED1" w:rsidRDefault="006B5ED1" w:rsidP="00BF219F"/>
    <w:p w:rsidR="006B5ED1" w:rsidRDefault="006B5ED1" w:rsidP="00BF219F"/>
    <w:p w:rsidR="006B5ED1" w:rsidRDefault="006B5ED1" w:rsidP="00BF219F"/>
    <w:p w:rsidR="006B5ED1" w:rsidRDefault="006B5ED1" w:rsidP="00BF219F">
      <w:pPr>
        <w:pStyle w:val="TOAHeading"/>
        <w:rPr>
          <w:rFonts w:ascii="仿宋" w:eastAsia="仿宋" w:hAnsi="仿宋"/>
          <w:sz w:val="32"/>
          <w:szCs w:val="32"/>
        </w:rPr>
      </w:pPr>
      <w:r>
        <w:t xml:space="preserve">                                                   </w:t>
      </w:r>
      <w:r>
        <w:rPr>
          <w:rFonts w:ascii="仿宋" w:eastAsia="仿宋" w:hAnsi="仿宋" w:hint="eastAsia"/>
          <w:sz w:val="32"/>
          <w:szCs w:val="32"/>
        </w:rPr>
        <w:t>保亭县响水镇</w:t>
      </w:r>
      <w:r w:rsidRPr="00133144">
        <w:rPr>
          <w:rFonts w:ascii="仿宋" w:eastAsia="仿宋" w:hAnsi="仿宋" w:hint="eastAsia"/>
          <w:sz w:val="32"/>
          <w:szCs w:val="32"/>
        </w:rPr>
        <w:t>卫生院</w:t>
      </w:r>
      <w:r>
        <w:rPr>
          <w:rFonts w:ascii="仿宋" w:eastAsia="仿宋" w:hAnsi="仿宋"/>
          <w:sz w:val="32"/>
          <w:szCs w:val="32"/>
        </w:rPr>
        <w:t xml:space="preserve"> </w:t>
      </w:r>
    </w:p>
    <w:p w:rsidR="006B5ED1" w:rsidRPr="00532289" w:rsidRDefault="006B5ED1" w:rsidP="00BF219F">
      <w:pPr>
        <w:rPr>
          <w:sz w:val="32"/>
          <w:szCs w:val="32"/>
        </w:rPr>
      </w:pPr>
      <w:r>
        <w:t xml:space="preserve">                                                   </w:t>
      </w:r>
      <w:r>
        <w:rPr>
          <w:rFonts w:hint="eastAsia"/>
          <w:sz w:val="32"/>
          <w:szCs w:val="32"/>
        </w:rPr>
        <w:t>二零二四</w:t>
      </w:r>
      <w:r w:rsidRPr="00532289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一</w:t>
      </w:r>
      <w:r w:rsidRPr="00532289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二十</w:t>
      </w:r>
      <w:r w:rsidRPr="00532289">
        <w:rPr>
          <w:rFonts w:hint="eastAsia"/>
          <w:sz w:val="32"/>
          <w:szCs w:val="32"/>
        </w:rPr>
        <w:t>日</w:t>
      </w:r>
    </w:p>
    <w:p w:rsidR="006B5ED1" w:rsidRPr="00BF219F" w:rsidRDefault="006B5ED1" w:rsidP="00BF219F"/>
    <w:sectPr w:rsidR="006B5ED1" w:rsidRPr="00BF219F" w:rsidSect="00A2115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1" w:right="1587" w:bottom="1474" w:left="1587" w:header="851" w:footer="964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ED1" w:rsidRDefault="006B5ED1" w:rsidP="00A21150">
      <w:r>
        <w:separator/>
      </w:r>
    </w:p>
  </w:endnote>
  <w:endnote w:type="continuationSeparator" w:id="0">
    <w:p w:rsidR="006B5ED1" w:rsidRDefault="006B5ED1" w:rsidP="00A211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D1" w:rsidRDefault="006B5ED1">
    <w:pPr>
      <w:pStyle w:val="Footer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236FC9">
      <w:rPr>
        <w:noProof/>
      </w:rPr>
      <w:t>- 4 -</w:t>
    </w:r>
    <w:r>
      <w:rPr>
        <w:rFonts w:ascii="仿宋_GB2312" w:eastAsia="仿宋_GB2312"/>
        <w:sz w:val="28"/>
        <w:szCs w:val="28"/>
      </w:rPr>
      <w:fldChar w:fldCharType="end"/>
    </w:r>
  </w:p>
  <w:p w:rsidR="006B5ED1" w:rsidRDefault="006B5E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D1" w:rsidRDefault="006B5ED1">
    <w:pPr>
      <w:pStyle w:val="Footer"/>
      <w:jc w:val="right"/>
      <w:rPr>
        <w:rFonts w:ascii="仿宋_GB2312" w:eastAsia="仿宋_GB2312"/>
        <w:sz w:val="28"/>
        <w:szCs w:val="28"/>
      </w:rPr>
    </w:pPr>
    <w:r>
      <w:rPr>
        <w:rFonts w:ascii="仿宋_GB2312" w:eastAsia="仿宋_GB2312"/>
        <w:sz w:val="28"/>
        <w:szCs w:val="28"/>
      </w:rPr>
      <w:fldChar w:fldCharType="begin"/>
    </w:r>
    <w:r>
      <w:rPr>
        <w:rFonts w:ascii="仿宋_GB2312" w:eastAsia="仿宋_GB2312"/>
        <w:sz w:val="28"/>
        <w:szCs w:val="28"/>
      </w:rPr>
      <w:instrText>PAGE   \* MERGEFORMAT</w:instrText>
    </w:r>
    <w:r>
      <w:rPr>
        <w:rFonts w:ascii="仿宋_GB2312" w:eastAsia="仿宋_GB2312"/>
        <w:sz w:val="28"/>
        <w:szCs w:val="28"/>
      </w:rPr>
      <w:fldChar w:fldCharType="separate"/>
    </w:r>
    <w:r w:rsidRPr="00236FC9">
      <w:rPr>
        <w:noProof/>
      </w:rPr>
      <w:t>- 3 -</w:t>
    </w:r>
    <w:r>
      <w:rPr>
        <w:rFonts w:ascii="仿宋_GB2312" w:eastAsia="仿宋_GB2312"/>
        <w:sz w:val="28"/>
        <w:szCs w:val="28"/>
      </w:rPr>
      <w:fldChar w:fldCharType="end"/>
    </w:r>
  </w:p>
  <w:p w:rsidR="006B5ED1" w:rsidRDefault="006B5E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ED1" w:rsidRDefault="006B5ED1" w:rsidP="00A21150">
      <w:r>
        <w:separator/>
      </w:r>
    </w:p>
  </w:footnote>
  <w:footnote w:type="continuationSeparator" w:id="0">
    <w:p w:rsidR="006B5ED1" w:rsidRDefault="006B5ED1" w:rsidP="00A211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D1" w:rsidRDefault="006B5ED1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ED1" w:rsidRDefault="006B5ED1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6A01AC"/>
    <w:multiLevelType w:val="singleLevel"/>
    <w:tmpl w:val="AE6A01AC"/>
    <w:lvl w:ilvl="0">
      <w:start w:val="2"/>
      <w:numFmt w:val="chineseCounting"/>
      <w:suff w:val="nothing"/>
      <w:lvlText w:val="（%1）"/>
      <w:lvlJc w:val="left"/>
      <w:rPr>
        <w:rFonts w:cs="Times New Roman" w:hint="eastAsia"/>
      </w:rPr>
    </w:lvl>
  </w:abstractNum>
  <w:abstractNum w:abstractNumId="1">
    <w:nsid w:val="61231113"/>
    <w:multiLevelType w:val="singleLevel"/>
    <w:tmpl w:val="61231113"/>
    <w:lvl w:ilvl="0">
      <w:start w:val="3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evenAndOddHeaders/>
  <w:drawingGridHorizontalSpacing w:val="105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ZlOGM2NDI3MzhiNDRhZDEzMjlkYzdmYmFmMTUyODIifQ=="/>
  </w:docVars>
  <w:rsids>
    <w:rsidRoot w:val="00A21150"/>
    <w:rsid w:val="00011D4F"/>
    <w:rsid w:val="00043126"/>
    <w:rsid w:val="000C6271"/>
    <w:rsid w:val="000E57E8"/>
    <w:rsid w:val="00133144"/>
    <w:rsid w:val="00173A43"/>
    <w:rsid w:val="001F7580"/>
    <w:rsid w:val="00236FC9"/>
    <w:rsid w:val="002B553B"/>
    <w:rsid w:val="00313821"/>
    <w:rsid w:val="003B4018"/>
    <w:rsid w:val="00405DF1"/>
    <w:rsid w:val="00417B19"/>
    <w:rsid w:val="00476B97"/>
    <w:rsid w:val="00532289"/>
    <w:rsid w:val="005444B4"/>
    <w:rsid w:val="005B2D67"/>
    <w:rsid w:val="005E3156"/>
    <w:rsid w:val="006A0015"/>
    <w:rsid w:val="006B5ED1"/>
    <w:rsid w:val="00707AA9"/>
    <w:rsid w:val="00732CE0"/>
    <w:rsid w:val="00902E82"/>
    <w:rsid w:val="00A21150"/>
    <w:rsid w:val="00A41AAE"/>
    <w:rsid w:val="00AF4A0C"/>
    <w:rsid w:val="00AF7D0B"/>
    <w:rsid w:val="00BF219F"/>
    <w:rsid w:val="00C44D11"/>
    <w:rsid w:val="00D07187"/>
    <w:rsid w:val="00D3296B"/>
    <w:rsid w:val="00DB014B"/>
    <w:rsid w:val="00DB614C"/>
    <w:rsid w:val="00E81CAE"/>
    <w:rsid w:val="00EB0073"/>
    <w:rsid w:val="00EE08AF"/>
    <w:rsid w:val="00F26A57"/>
    <w:rsid w:val="00F55393"/>
    <w:rsid w:val="04E530E6"/>
    <w:rsid w:val="0FD43745"/>
    <w:rsid w:val="13667A01"/>
    <w:rsid w:val="144952FA"/>
    <w:rsid w:val="15D8148F"/>
    <w:rsid w:val="16CB34A1"/>
    <w:rsid w:val="19C23D3F"/>
    <w:rsid w:val="20F165F7"/>
    <w:rsid w:val="22E91090"/>
    <w:rsid w:val="2E250DE2"/>
    <w:rsid w:val="2E7E6C61"/>
    <w:rsid w:val="37F645A7"/>
    <w:rsid w:val="39D864CC"/>
    <w:rsid w:val="3B9F31CC"/>
    <w:rsid w:val="3C4800A8"/>
    <w:rsid w:val="465B470D"/>
    <w:rsid w:val="478652E8"/>
    <w:rsid w:val="4ACA755F"/>
    <w:rsid w:val="4EAD0B8C"/>
    <w:rsid w:val="4F831EB7"/>
    <w:rsid w:val="4FF40B3D"/>
    <w:rsid w:val="57D2393F"/>
    <w:rsid w:val="57EA1CD6"/>
    <w:rsid w:val="5F2203A4"/>
    <w:rsid w:val="648E069C"/>
    <w:rsid w:val="660914EB"/>
    <w:rsid w:val="68060525"/>
    <w:rsid w:val="709D12FB"/>
    <w:rsid w:val="70A66E1E"/>
    <w:rsid w:val="74B40DE8"/>
    <w:rsid w:val="7913617E"/>
    <w:rsid w:val="7BDF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150"/>
    <w:pPr>
      <w:widowControl w:val="0"/>
      <w:jc w:val="both"/>
    </w:pPr>
    <w:rPr>
      <w:rFonts w:ascii="Calibri" w:hAnsi="Calibri" w:cs="黑体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21150"/>
    <w:pPr>
      <w:tabs>
        <w:tab w:val="left" w:pos="720"/>
      </w:tabs>
      <w:autoSpaceDE w:val="0"/>
      <w:autoSpaceDN w:val="0"/>
      <w:adjustRightInd w:val="0"/>
      <w:spacing w:before="120"/>
      <w:textAlignment w:val="baseline"/>
      <w:outlineLvl w:val="2"/>
    </w:pPr>
    <w:rPr>
      <w:rFonts w:ascii="宋体" w:hAnsi="Tms Rmn" w:cs="Times New Roman"/>
      <w:b/>
      <w:kern w:val="0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A21150"/>
    <w:rPr>
      <w:rFonts w:ascii="宋体" w:eastAsia="宋体" w:hAnsi="Tms Rmn" w:cs="Times New Roman"/>
      <w:b/>
      <w:sz w:val="24"/>
    </w:rPr>
  </w:style>
  <w:style w:type="paragraph" w:styleId="NormalIndent">
    <w:name w:val="Normal Indent"/>
    <w:basedOn w:val="Normal"/>
    <w:uiPriority w:val="99"/>
    <w:rsid w:val="00A21150"/>
    <w:pPr>
      <w:ind w:firstLineChars="200" w:firstLine="420"/>
    </w:pPr>
  </w:style>
  <w:style w:type="paragraph" w:styleId="TOAHeading">
    <w:name w:val="toa heading"/>
    <w:basedOn w:val="Normal"/>
    <w:next w:val="Normal"/>
    <w:uiPriority w:val="99"/>
    <w:rsid w:val="00A21150"/>
    <w:pPr>
      <w:spacing w:before="120"/>
    </w:pPr>
    <w:rPr>
      <w:rFonts w:ascii="Arial" w:hAnsi="Arial"/>
    </w:rPr>
  </w:style>
  <w:style w:type="paragraph" w:styleId="Date">
    <w:name w:val="Date"/>
    <w:basedOn w:val="Normal"/>
    <w:next w:val="Normal"/>
    <w:link w:val="DateChar"/>
    <w:uiPriority w:val="99"/>
    <w:rsid w:val="00A21150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locked/>
    <w:rsid w:val="00A2115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2115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1150"/>
    <w:rPr>
      <w:rFonts w:cs="Times New Roman"/>
      <w:kern w:val="2"/>
      <w:sz w:val="22"/>
      <w:szCs w:val="22"/>
    </w:rPr>
  </w:style>
  <w:style w:type="paragraph" w:styleId="Header">
    <w:name w:val="header"/>
    <w:basedOn w:val="Normal"/>
    <w:link w:val="HeaderChar"/>
    <w:uiPriority w:val="99"/>
    <w:rsid w:val="00A21150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B2D67"/>
    <w:rPr>
      <w:rFonts w:ascii="Calibri" w:hAnsi="Calibri" w:cs="黑体"/>
      <w:sz w:val="18"/>
      <w:szCs w:val="18"/>
    </w:rPr>
  </w:style>
  <w:style w:type="paragraph" w:styleId="NormalWeb">
    <w:name w:val="Normal (Web)"/>
    <w:basedOn w:val="Normal"/>
    <w:uiPriority w:val="99"/>
    <w:rsid w:val="00A2115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customStyle="1" w:styleId="a">
    <w:name w:val="海南化工城正文"/>
    <w:basedOn w:val="2"/>
    <w:uiPriority w:val="99"/>
    <w:rsid w:val="00A21150"/>
    <w:pPr>
      <w:ind w:firstLine="480"/>
    </w:pPr>
    <w:rPr>
      <w:sz w:val="24"/>
    </w:rPr>
  </w:style>
  <w:style w:type="paragraph" w:customStyle="1" w:styleId="2">
    <w:name w:val="样式 电镀正文 + 首行缩进:  2 字符"/>
    <w:basedOn w:val="a0"/>
    <w:uiPriority w:val="99"/>
    <w:rsid w:val="00A21150"/>
    <w:pPr>
      <w:spacing w:line="324" w:lineRule="auto"/>
    </w:pPr>
    <w:rPr>
      <w:rFonts w:cs="宋体"/>
      <w:szCs w:val="20"/>
    </w:rPr>
  </w:style>
  <w:style w:type="paragraph" w:customStyle="1" w:styleId="a0">
    <w:name w:val="电镀正文"/>
    <w:basedOn w:val="NormalIndent"/>
    <w:uiPriority w:val="99"/>
    <w:rsid w:val="00A21150"/>
    <w:pPr>
      <w:spacing w:line="400" w:lineRule="exact"/>
      <w:ind w:firstLine="200"/>
    </w:pPr>
    <w:rPr>
      <w:rFonts w:ascii="宋体" w:hAnsi="宋体"/>
    </w:rPr>
  </w:style>
  <w:style w:type="character" w:customStyle="1" w:styleId="font11">
    <w:name w:val="font11"/>
    <w:basedOn w:val="DefaultParagraphFont"/>
    <w:uiPriority w:val="99"/>
    <w:rsid w:val="00A21150"/>
    <w:rPr>
      <w:rFonts w:ascii="仿宋_GB2312" w:eastAsia="仿宋_GB2312" w:cs="仿宋_GB2312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uiPriority w:val="99"/>
    <w:rsid w:val="00A21150"/>
    <w:rPr>
      <w:rFonts w:ascii="宋体" w:eastAsia="宋体" w:hAnsi="宋体" w:cs="宋体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4</Pages>
  <Words>228</Words>
  <Characters>1302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保亭黎族苗族自治县财政局</dc:title>
  <dc:subject/>
  <dc:creator>Administrator</dc:creator>
  <cp:keywords/>
  <dc:description/>
  <cp:lastModifiedBy>PC</cp:lastModifiedBy>
  <cp:revision>19</cp:revision>
  <cp:lastPrinted>2022-10-24T06:27:00Z</cp:lastPrinted>
  <dcterms:created xsi:type="dcterms:W3CDTF">2021-04-13T02:59:00Z</dcterms:created>
  <dcterms:modified xsi:type="dcterms:W3CDTF">2024-08-30T00:52:00Z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631432238ABC4C1083713D0BAEE581A2</vt:lpwstr>
  </property>
</Properties>
</file>